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2580"/>
        <w:gridCol w:w="1693"/>
        <w:gridCol w:w="1843"/>
        <w:gridCol w:w="1701"/>
        <w:gridCol w:w="1559"/>
        <w:gridCol w:w="1701"/>
        <w:gridCol w:w="2835"/>
      </w:tblGrid>
      <w:tr w:rsidR="0027294D" w:rsidRPr="0027294D" w14:paraId="5513B9F1" w14:textId="64660C96" w:rsidTr="0027294D">
        <w:trPr>
          <w:trHeight w:val="788"/>
          <w:tblHeader/>
        </w:trPr>
        <w:tc>
          <w:tcPr>
            <w:tcW w:w="14312" w:type="dxa"/>
            <w:gridSpan w:val="8"/>
            <w:shd w:val="clear" w:color="000000" w:fill="000000"/>
            <w:vAlign w:val="center"/>
            <w:hideMark/>
          </w:tcPr>
          <w:p w14:paraId="39FDBCC5" w14:textId="48852BF6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24"/>
                <w:szCs w:val="24"/>
                <w:lang w:eastAsia="es-MX"/>
              </w:rPr>
            </w:pPr>
            <w:bookmarkStart w:id="0" w:name="RANGE!A1:G25"/>
            <w:r w:rsidRPr="0027294D">
              <w:rPr>
                <w:rFonts w:ascii="Arial Narrow" w:eastAsia="Times New Roman" w:hAnsi="Arial Narrow" w:cs="Calibri"/>
                <w:b/>
                <w:bCs/>
                <w:color w:val="FFFFFF"/>
                <w:sz w:val="24"/>
                <w:szCs w:val="24"/>
                <w:lang w:eastAsia="es-MX"/>
              </w:rPr>
              <w:t xml:space="preserve">Cédula </w:t>
            </w:r>
            <w:r w:rsidR="00C56F16">
              <w:rPr>
                <w:rFonts w:ascii="Arial Narrow" w:eastAsia="Times New Roman" w:hAnsi="Arial Narrow" w:cs="Calibri"/>
                <w:b/>
                <w:bCs/>
                <w:color w:val="FFFFFF"/>
                <w:sz w:val="24"/>
                <w:szCs w:val="24"/>
                <w:lang w:eastAsia="es-MX"/>
              </w:rPr>
              <w:t>4.1.c</w:t>
            </w:r>
            <w:r w:rsidRPr="0027294D">
              <w:rPr>
                <w:rFonts w:ascii="Arial Narrow" w:eastAsia="Times New Roman" w:hAnsi="Arial Narrow" w:cs="Calibri"/>
                <w:b/>
                <w:bCs/>
                <w:color w:val="FFFFFF"/>
                <w:sz w:val="24"/>
                <w:szCs w:val="24"/>
                <w:lang w:eastAsia="es-MX"/>
              </w:rPr>
              <w:br/>
              <w:t xml:space="preserve">Mapa de </w:t>
            </w:r>
            <w:r w:rsidR="00660A00">
              <w:rPr>
                <w:rFonts w:ascii="Arial Narrow" w:eastAsia="Times New Roman" w:hAnsi="Arial Narrow" w:cs="Calibri"/>
                <w:b/>
                <w:bCs/>
                <w:color w:val="FFFFFF"/>
                <w:sz w:val="24"/>
                <w:szCs w:val="24"/>
                <w:lang w:eastAsia="es-MX"/>
              </w:rPr>
              <w:t>contribu</w:t>
            </w:r>
            <w:r w:rsidRPr="0027294D">
              <w:rPr>
                <w:rFonts w:ascii="Arial Narrow" w:eastAsia="Times New Roman" w:hAnsi="Arial Narrow" w:cs="Calibri"/>
                <w:b/>
                <w:bCs/>
                <w:color w:val="FFFFFF"/>
                <w:sz w:val="24"/>
                <w:szCs w:val="24"/>
                <w:lang w:eastAsia="es-MX"/>
              </w:rPr>
              <w:t xml:space="preserve">ción de los </w:t>
            </w:r>
            <w:r w:rsidR="002C28E0">
              <w:rPr>
                <w:rFonts w:ascii="Arial Narrow" w:eastAsia="Times New Roman" w:hAnsi="Arial Narrow" w:cs="Calibri"/>
                <w:b/>
                <w:bCs/>
                <w:color w:val="FFFFFF"/>
                <w:sz w:val="24"/>
                <w:szCs w:val="24"/>
                <w:lang w:eastAsia="es-MX"/>
              </w:rPr>
              <w:t>A</w:t>
            </w:r>
            <w:r w:rsidRPr="0027294D">
              <w:rPr>
                <w:rFonts w:ascii="Arial Narrow" w:eastAsia="Times New Roman" w:hAnsi="Arial Narrow" w:cs="Calibri"/>
                <w:b/>
                <w:bCs/>
                <w:color w:val="FFFFFF"/>
                <w:sz w:val="24"/>
                <w:szCs w:val="24"/>
                <w:lang w:eastAsia="es-MX"/>
              </w:rPr>
              <w:t xml:space="preserve">tributos de </w:t>
            </w:r>
            <w:r w:rsidR="002C28E0">
              <w:rPr>
                <w:rFonts w:ascii="Arial Narrow" w:eastAsia="Times New Roman" w:hAnsi="Arial Narrow" w:cs="Calibri"/>
                <w:b/>
                <w:bCs/>
                <w:color w:val="FFFFFF"/>
                <w:sz w:val="24"/>
                <w:szCs w:val="24"/>
                <w:lang w:eastAsia="es-MX"/>
              </w:rPr>
              <w:t>E</w:t>
            </w:r>
            <w:r w:rsidRPr="0027294D">
              <w:rPr>
                <w:rFonts w:ascii="Arial Narrow" w:eastAsia="Times New Roman" w:hAnsi="Arial Narrow" w:cs="Calibri"/>
                <w:b/>
                <w:bCs/>
                <w:color w:val="FFFFFF"/>
                <w:sz w:val="24"/>
                <w:szCs w:val="24"/>
                <w:lang w:eastAsia="es-MX"/>
              </w:rPr>
              <w:t xml:space="preserve">greso </w:t>
            </w:r>
            <w:r w:rsidR="00660A00">
              <w:rPr>
                <w:rFonts w:ascii="Arial Narrow" w:eastAsia="Times New Roman" w:hAnsi="Arial Narrow" w:cs="Calibri"/>
                <w:b/>
                <w:bCs/>
                <w:color w:val="FFFFFF"/>
                <w:sz w:val="24"/>
                <w:szCs w:val="24"/>
                <w:lang w:eastAsia="es-MX"/>
              </w:rPr>
              <w:t xml:space="preserve">del PE </w:t>
            </w:r>
            <w:r w:rsidRPr="0027294D">
              <w:rPr>
                <w:rFonts w:ascii="Arial Narrow" w:eastAsia="Times New Roman" w:hAnsi="Arial Narrow" w:cs="Calibri"/>
                <w:b/>
                <w:bCs/>
                <w:color w:val="FFFFFF"/>
                <w:sz w:val="24"/>
                <w:szCs w:val="24"/>
                <w:lang w:eastAsia="es-MX"/>
              </w:rPr>
              <w:t xml:space="preserve">a los </w:t>
            </w:r>
            <w:r w:rsidR="002C28E0">
              <w:rPr>
                <w:rFonts w:ascii="Arial Narrow" w:eastAsia="Times New Roman" w:hAnsi="Arial Narrow" w:cs="Calibri"/>
                <w:b/>
                <w:bCs/>
                <w:color w:val="FFFFFF"/>
                <w:sz w:val="24"/>
                <w:szCs w:val="24"/>
                <w:lang w:eastAsia="es-MX"/>
              </w:rPr>
              <w:t>O</w:t>
            </w:r>
            <w:r w:rsidRPr="0027294D">
              <w:rPr>
                <w:rFonts w:ascii="Arial Narrow" w:eastAsia="Times New Roman" w:hAnsi="Arial Narrow" w:cs="Calibri"/>
                <w:b/>
                <w:bCs/>
                <w:color w:val="FFFFFF"/>
                <w:sz w:val="24"/>
                <w:szCs w:val="24"/>
                <w:lang w:eastAsia="es-MX"/>
              </w:rPr>
              <w:t xml:space="preserve">bjetivos </w:t>
            </w:r>
            <w:r w:rsidR="002C28E0">
              <w:rPr>
                <w:rFonts w:ascii="Arial Narrow" w:eastAsia="Times New Roman" w:hAnsi="Arial Narrow" w:cs="Calibri"/>
                <w:b/>
                <w:bCs/>
                <w:color w:val="FFFFFF"/>
                <w:sz w:val="24"/>
                <w:szCs w:val="24"/>
                <w:lang w:eastAsia="es-MX"/>
              </w:rPr>
              <w:t>E</w:t>
            </w:r>
            <w:r w:rsidRPr="0027294D">
              <w:rPr>
                <w:rFonts w:ascii="Arial Narrow" w:eastAsia="Times New Roman" w:hAnsi="Arial Narrow" w:cs="Calibri"/>
                <w:b/>
                <w:bCs/>
                <w:color w:val="FFFFFF"/>
                <w:sz w:val="24"/>
                <w:szCs w:val="24"/>
                <w:lang w:eastAsia="es-MX"/>
              </w:rPr>
              <w:t>ducacionales</w:t>
            </w:r>
            <w:bookmarkEnd w:id="0"/>
            <w:r w:rsidR="00660A00">
              <w:rPr>
                <w:rFonts w:ascii="Arial Narrow" w:eastAsia="Times New Roman" w:hAnsi="Arial Narrow" w:cs="Calibri"/>
                <w:b/>
                <w:bCs/>
                <w:color w:val="FFFFFF"/>
                <w:sz w:val="24"/>
                <w:szCs w:val="24"/>
                <w:lang w:eastAsia="es-MX"/>
              </w:rPr>
              <w:t xml:space="preserve"> del PE</w:t>
            </w:r>
          </w:p>
        </w:tc>
      </w:tr>
      <w:tr w:rsidR="0073208F" w:rsidRPr="0027294D" w14:paraId="7903CB0C" w14:textId="77777777" w:rsidTr="0024748A">
        <w:trPr>
          <w:trHeight w:val="192"/>
          <w:tblHeader/>
        </w:trPr>
        <w:tc>
          <w:tcPr>
            <w:tcW w:w="14312" w:type="dxa"/>
            <w:gridSpan w:val="8"/>
            <w:shd w:val="clear" w:color="000000" w:fill="DDEBF7"/>
            <w:vAlign w:val="center"/>
          </w:tcPr>
          <w:p w14:paraId="7952D008" w14:textId="2C9BF055" w:rsidR="0073208F" w:rsidRDefault="0073208F" w:rsidP="0027294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>Ver instrucciones en la siguiente página</w:t>
            </w:r>
          </w:p>
        </w:tc>
      </w:tr>
      <w:tr w:rsidR="0027294D" w:rsidRPr="0027294D" w14:paraId="1DB1479A" w14:textId="563FB6B8" w:rsidTr="0073208F">
        <w:trPr>
          <w:trHeight w:val="192"/>
          <w:tblHeader/>
        </w:trPr>
        <w:tc>
          <w:tcPr>
            <w:tcW w:w="400" w:type="dxa"/>
            <w:vMerge w:val="restart"/>
            <w:shd w:val="clear" w:color="000000" w:fill="DDEBF7"/>
            <w:vAlign w:val="center"/>
            <w:hideMark/>
          </w:tcPr>
          <w:p w14:paraId="70D12BB6" w14:textId="38B26BF5" w:rsidR="0027294D" w:rsidRPr="0027294D" w:rsidRDefault="00EF2E7A" w:rsidP="00EF2E7A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>#</w:t>
            </w:r>
          </w:p>
        </w:tc>
        <w:tc>
          <w:tcPr>
            <w:tcW w:w="2580" w:type="dxa"/>
            <w:vMerge w:val="restart"/>
            <w:shd w:val="clear" w:color="000000" w:fill="DDEBF7"/>
            <w:vAlign w:val="center"/>
            <w:hideMark/>
          </w:tcPr>
          <w:p w14:paraId="2386EB2A" w14:textId="77777777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>1. Atributos de egreso del PE</w:t>
            </w:r>
          </w:p>
        </w:tc>
        <w:tc>
          <w:tcPr>
            <w:tcW w:w="8497" w:type="dxa"/>
            <w:gridSpan w:val="5"/>
            <w:shd w:val="clear" w:color="000000" w:fill="DDEBF7"/>
            <w:noWrap/>
            <w:vAlign w:val="bottom"/>
            <w:hideMark/>
          </w:tcPr>
          <w:p w14:paraId="09F88274" w14:textId="77777777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>2. Objetivos educacionales del PE</w:t>
            </w:r>
          </w:p>
        </w:tc>
        <w:tc>
          <w:tcPr>
            <w:tcW w:w="2835" w:type="dxa"/>
            <w:vMerge w:val="restart"/>
            <w:shd w:val="clear" w:color="000000" w:fill="DDEBF7"/>
            <w:vAlign w:val="center"/>
          </w:tcPr>
          <w:p w14:paraId="655192EC" w14:textId="22FDFF20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>3. Justificación de la aportación de los AE a los OE del PE</w:t>
            </w:r>
          </w:p>
        </w:tc>
      </w:tr>
      <w:tr w:rsidR="0027294D" w:rsidRPr="0027294D" w14:paraId="60E80E13" w14:textId="057E5F06" w:rsidTr="0027294D">
        <w:trPr>
          <w:trHeight w:val="300"/>
          <w:tblHeader/>
        </w:trPr>
        <w:tc>
          <w:tcPr>
            <w:tcW w:w="400" w:type="dxa"/>
            <w:vMerge/>
            <w:shd w:val="clear" w:color="000000" w:fill="DDEBF7"/>
            <w:vAlign w:val="center"/>
            <w:hideMark/>
          </w:tcPr>
          <w:p w14:paraId="35149FE9" w14:textId="23EB63A1" w:rsidR="0027294D" w:rsidRPr="0027294D" w:rsidRDefault="0027294D" w:rsidP="0027294D">
            <w:pPr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2580" w:type="dxa"/>
            <w:vMerge/>
            <w:vAlign w:val="center"/>
            <w:hideMark/>
          </w:tcPr>
          <w:p w14:paraId="734773A0" w14:textId="77777777" w:rsidR="0027294D" w:rsidRPr="0027294D" w:rsidRDefault="0027294D" w:rsidP="0027294D">
            <w:pPr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1693" w:type="dxa"/>
            <w:shd w:val="clear" w:color="000000" w:fill="DDEBF7"/>
            <w:vAlign w:val="center"/>
            <w:hideMark/>
          </w:tcPr>
          <w:p w14:paraId="172BB3FE" w14:textId="77777777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>1</w:t>
            </w:r>
          </w:p>
        </w:tc>
        <w:tc>
          <w:tcPr>
            <w:tcW w:w="1843" w:type="dxa"/>
            <w:shd w:val="clear" w:color="000000" w:fill="DDEBF7"/>
            <w:vAlign w:val="center"/>
            <w:hideMark/>
          </w:tcPr>
          <w:p w14:paraId="02A4DC49" w14:textId="77777777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>2</w:t>
            </w:r>
          </w:p>
        </w:tc>
        <w:tc>
          <w:tcPr>
            <w:tcW w:w="1701" w:type="dxa"/>
            <w:shd w:val="clear" w:color="000000" w:fill="DDEBF7"/>
            <w:vAlign w:val="center"/>
            <w:hideMark/>
          </w:tcPr>
          <w:p w14:paraId="09A39B2A" w14:textId="77777777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>3</w:t>
            </w:r>
          </w:p>
        </w:tc>
        <w:tc>
          <w:tcPr>
            <w:tcW w:w="1559" w:type="dxa"/>
            <w:shd w:val="clear" w:color="000000" w:fill="DDEBF7"/>
            <w:vAlign w:val="center"/>
            <w:hideMark/>
          </w:tcPr>
          <w:p w14:paraId="6484480A" w14:textId="77777777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>4</w:t>
            </w:r>
          </w:p>
        </w:tc>
        <w:tc>
          <w:tcPr>
            <w:tcW w:w="1701" w:type="dxa"/>
            <w:shd w:val="clear" w:color="000000" w:fill="DDEBF7"/>
            <w:vAlign w:val="center"/>
            <w:hideMark/>
          </w:tcPr>
          <w:p w14:paraId="41CC97CB" w14:textId="77777777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>5</w:t>
            </w:r>
          </w:p>
        </w:tc>
        <w:tc>
          <w:tcPr>
            <w:tcW w:w="2835" w:type="dxa"/>
            <w:vMerge/>
            <w:shd w:val="clear" w:color="000000" w:fill="DDEBF7"/>
          </w:tcPr>
          <w:p w14:paraId="5C10233F" w14:textId="77777777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</w:p>
        </w:tc>
      </w:tr>
      <w:tr w:rsidR="0027294D" w:rsidRPr="0027294D" w14:paraId="380FDA83" w14:textId="72251F52" w:rsidTr="0027294D">
        <w:trPr>
          <w:trHeight w:val="1489"/>
          <w:tblHeader/>
        </w:trPr>
        <w:tc>
          <w:tcPr>
            <w:tcW w:w="400" w:type="dxa"/>
            <w:vMerge/>
            <w:shd w:val="clear" w:color="000000" w:fill="DDEBF7"/>
            <w:vAlign w:val="center"/>
            <w:hideMark/>
          </w:tcPr>
          <w:p w14:paraId="4170EC1C" w14:textId="4EFD781B" w:rsidR="0027294D" w:rsidRPr="0027294D" w:rsidRDefault="0027294D" w:rsidP="0027294D">
            <w:pPr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2580" w:type="dxa"/>
            <w:vMerge/>
            <w:vAlign w:val="center"/>
            <w:hideMark/>
          </w:tcPr>
          <w:p w14:paraId="241EB5A8" w14:textId="77777777" w:rsidR="0027294D" w:rsidRPr="0027294D" w:rsidRDefault="0027294D" w:rsidP="0027294D">
            <w:pPr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1693" w:type="dxa"/>
            <w:shd w:val="clear" w:color="000000" w:fill="DDEBF7"/>
            <w:vAlign w:val="center"/>
            <w:hideMark/>
          </w:tcPr>
          <w:p w14:paraId="492BAC72" w14:textId="755FBBA0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>Objetivo educacional</w:t>
            </w:r>
          </w:p>
        </w:tc>
        <w:tc>
          <w:tcPr>
            <w:tcW w:w="1843" w:type="dxa"/>
            <w:shd w:val="clear" w:color="000000" w:fill="DDEBF7"/>
            <w:vAlign w:val="center"/>
            <w:hideMark/>
          </w:tcPr>
          <w:p w14:paraId="2B837705" w14:textId="74ADE5A7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>Objetivo educacional</w:t>
            </w:r>
          </w:p>
        </w:tc>
        <w:tc>
          <w:tcPr>
            <w:tcW w:w="1701" w:type="dxa"/>
            <w:shd w:val="clear" w:color="000000" w:fill="DDEBF7"/>
            <w:vAlign w:val="center"/>
            <w:hideMark/>
          </w:tcPr>
          <w:p w14:paraId="6D79B9FA" w14:textId="4E5033AC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>Objetivo educacional</w:t>
            </w:r>
          </w:p>
        </w:tc>
        <w:tc>
          <w:tcPr>
            <w:tcW w:w="1559" w:type="dxa"/>
            <w:shd w:val="clear" w:color="000000" w:fill="DDEBF7"/>
            <w:vAlign w:val="center"/>
            <w:hideMark/>
          </w:tcPr>
          <w:p w14:paraId="71E0B0BE" w14:textId="75DB3EFF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>Objetivo educacional</w:t>
            </w:r>
          </w:p>
        </w:tc>
        <w:tc>
          <w:tcPr>
            <w:tcW w:w="1701" w:type="dxa"/>
            <w:shd w:val="clear" w:color="000000" w:fill="DDEBF7"/>
            <w:vAlign w:val="center"/>
            <w:hideMark/>
          </w:tcPr>
          <w:p w14:paraId="53E94BDA" w14:textId="770CC3F4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>Objetivo educacional</w:t>
            </w:r>
          </w:p>
        </w:tc>
        <w:tc>
          <w:tcPr>
            <w:tcW w:w="2835" w:type="dxa"/>
            <w:vMerge/>
            <w:shd w:val="clear" w:color="000000" w:fill="DDEBF7"/>
          </w:tcPr>
          <w:p w14:paraId="152F7B29" w14:textId="77777777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</w:p>
        </w:tc>
      </w:tr>
      <w:tr w:rsidR="0027294D" w:rsidRPr="0027294D" w14:paraId="38F7829E" w14:textId="59949CCC" w:rsidTr="001376E6">
        <w:trPr>
          <w:trHeight w:val="394"/>
        </w:trPr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63ED03B1" w14:textId="77777777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>1</w:t>
            </w:r>
          </w:p>
        </w:tc>
        <w:tc>
          <w:tcPr>
            <w:tcW w:w="2580" w:type="dxa"/>
            <w:shd w:val="clear" w:color="000000" w:fill="F2F2F2"/>
            <w:hideMark/>
          </w:tcPr>
          <w:p w14:paraId="16B38B60" w14:textId="77777777" w:rsidR="0027294D" w:rsidRPr="0027294D" w:rsidRDefault="0027294D" w:rsidP="0027294D">
            <w:pPr>
              <w:jc w:val="both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693" w:type="dxa"/>
            <w:shd w:val="clear" w:color="auto" w:fill="auto"/>
            <w:vAlign w:val="center"/>
            <w:hideMark/>
          </w:tcPr>
          <w:p w14:paraId="00F68ED6" w14:textId="05314685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DD25A9F" w14:textId="4E6B1244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9EB460D" w14:textId="7CA88C26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1EB4038" w14:textId="691578A6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90B7E42" w14:textId="77C27967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835" w:type="dxa"/>
          </w:tcPr>
          <w:p w14:paraId="35503433" w14:textId="77777777" w:rsidR="0027294D" w:rsidRPr="0027294D" w:rsidRDefault="0027294D" w:rsidP="0027294D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</w:tc>
      </w:tr>
      <w:tr w:rsidR="0027294D" w:rsidRPr="0027294D" w14:paraId="35C7BD1B" w14:textId="60EF4631" w:rsidTr="001376E6">
        <w:trPr>
          <w:trHeight w:val="429"/>
        </w:trPr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0A5ABCAC" w14:textId="77777777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>2</w:t>
            </w:r>
          </w:p>
        </w:tc>
        <w:tc>
          <w:tcPr>
            <w:tcW w:w="2580" w:type="dxa"/>
            <w:shd w:val="clear" w:color="000000" w:fill="F2F2F2"/>
            <w:hideMark/>
          </w:tcPr>
          <w:p w14:paraId="5604BAB8" w14:textId="77777777" w:rsidR="0027294D" w:rsidRPr="0027294D" w:rsidRDefault="0027294D" w:rsidP="0027294D">
            <w:pPr>
              <w:jc w:val="both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693" w:type="dxa"/>
            <w:shd w:val="clear" w:color="auto" w:fill="auto"/>
            <w:vAlign w:val="center"/>
            <w:hideMark/>
          </w:tcPr>
          <w:p w14:paraId="0E7C1371" w14:textId="7AB86358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9028D6C" w14:textId="0EC81BC9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1F84AFE" w14:textId="2DDEA864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D61B530" w14:textId="51EECAE9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870ADC9" w14:textId="50EB2A87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835" w:type="dxa"/>
          </w:tcPr>
          <w:p w14:paraId="5664B272" w14:textId="77777777" w:rsidR="0027294D" w:rsidRPr="0027294D" w:rsidRDefault="0027294D" w:rsidP="0027294D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</w:tc>
      </w:tr>
      <w:tr w:rsidR="0027294D" w:rsidRPr="0027294D" w14:paraId="16BEB9DD" w14:textId="701EA7C9" w:rsidTr="001376E6">
        <w:trPr>
          <w:trHeight w:val="407"/>
        </w:trPr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4AAE7A6B" w14:textId="77777777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>3</w:t>
            </w:r>
          </w:p>
        </w:tc>
        <w:tc>
          <w:tcPr>
            <w:tcW w:w="2580" w:type="dxa"/>
            <w:shd w:val="clear" w:color="000000" w:fill="F2F2F2"/>
            <w:hideMark/>
          </w:tcPr>
          <w:p w14:paraId="229B2AE6" w14:textId="77777777" w:rsidR="0027294D" w:rsidRPr="0027294D" w:rsidRDefault="0027294D" w:rsidP="0027294D">
            <w:pPr>
              <w:jc w:val="both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693" w:type="dxa"/>
            <w:shd w:val="clear" w:color="auto" w:fill="auto"/>
            <w:vAlign w:val="center"/>
            <w:hideMark/>
          </w:tcPr>
          <w:p w14:paraId="35C96CBB" w14:textId="68CB6DBC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B5D1E19" w14:textId="5F3DA654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E586899" w14:textId="5B22C6F8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0B15BF1" w14:textId="60380BDB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F212CC0" w14:textId="612BC2BF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835" w:type="dxa"/>
          </w:tcPr>
          <w:p w14:paraId="6317CB32" w14:textId="77777777" w:rsidR="0027294D" w:rsidRPr="0027294D" w:rsidRDefault="0027294D" w:rsidP="0027294D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</w:tc>
      </w:tr>
      <w:tr w:rsidR="0027294D" w:rsidRPr="0027294D" w14:paraId="624BACB6" w14:textId="22DB1CB3" w:rsidTr="001376E6">
        <w:trPr>
          <w:trHeight w:val="426"/>
        </w:trPr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2DED0D48" w14:textId="77777777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>4</w:t>
            </w:r>
          </w:p>
        </w:tc>
        <w:tc>
          <w:tcPr>
            <w:tcW w:w="2580" w:type="dxa"/>
            <w:shd w:val="clear" w:color="000000" w:fill="F2F2F2"/>
            <w:hideMark/>
          </w:tcPr>
          <w:p w14:paraId="7A234D42" w14:textId="77777777" w:rsidR="0027294D" w:rsidRPr="0027294D" w:rsidRDefault="0027294D" w:rsidP="0027294D">
            <w:pPr>
              <w:jc w:val="both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693" w:type="dxa"/>
            <w:shd w:val="clear" w:color="auto" w:fill="auto"/>
            <w:vAlign w:val="center"/>
            <w:hideMark/>
          </w:tcPr>
          <w:p w14:paraId="3757CF78" w14:textId="66DB12B2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EBEF70D" w14:textId="7D69136C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F187A00" w14:textId="431B117E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90D2865" w14:textId="007AE0F9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8D36EB9" w14:textId="05156DE7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835" w:type="dxa"/>
          </w:tcPr>
          <w:p w14:paraId="4AE8C935" w14:textId="77777777" w:rsidR="0027294D" w:rsidRPr="0027294D" w:rsidRDefault="0027294D" w:rsidP="0027294D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</w:tc>
      </w:tr>
      <w:tr w:rsidR="0027294D" w:rsidRPr="0027294D" w14:paraId="2C2509AA" w14:textId="5F7BC959" w:rsidTr="001376E6">
        <w:trPr>
          <w:trHeight w:val="404"/>
        </w:trPr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0C2DA58D" w14:textId="77777777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>5</w:t>
            </w:r>
          </w:p>
        </w:tc>
        <w:tc>
          <w:tcPr>
            <w:tcW w:w="2580" w:type="dxa"/>
            <w:shd w:val="clear" w:color="000000" w:fill="F2F2F2"/>
            <w:hideMark/>
          </w:tcPr>
          <w:p w14:paraId="4E34C71F" w14:textId="77777777" w:rsidR="0027294D" w:rsidRPr="0027294D" w:rsidRDefault="0027294D" w:rsidP="0027294D">
            <w:pPr>
              <w:jc w:val="both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693" w:type="dxa"/>
            <w:shd w:val="clear" w:color="auto" w:fill="auto"/>
            <w:vAlign w:val="center"/>
            <w:hideMark/>
          </w:tcPr>
          <w:p w14:paraId="59C7D33E" w14:textId="2225E84D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1FFC956" w14:textId="234D857C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CDBE3F3" w14:textId="7006A060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AC4B6D9" w14:textId="49437F85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7A766F1" w14:textId="3D7FDE1E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835" w:type="dxa"/>
          </w:tcPr>
          <w:p w14:paraId="2AE84608" w14:textId="77777777" w:rsidR="0027294D" w:rsidRPr="0027294D" w:rsidRDefault="0027294D" w:rsidP="0027294D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</w:tc>
      </w:tr>
      <w:tr w:rsidR="0027294D" w:rsidRPr="0027294D" w14:paraId="5652B2DD" w14:textId="2BD36D8F" w:rsidTr="001376E6">
        <w:trPr>
          <w:trHeight w:val="425"/>
        </w:trPr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23F077A1" w14:textId="77777777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>6</w:t>
            </w:r>
          </w:p>
        </w:tc>
        <w:tc>
          <w:tcPr>
            <w:tcW w:w="2580" w:type="dxa"/>
            <w:shd w:val="clear" w:color="000000" w:fill="F2F2F2"/>
            <w:hideMark/>
          </w:tcPr>
          <w:p w14:paraId="5B2A3028" w14:textId="77777777" w:rsidR="0027294D" w:rsidRPr="0027294D" w:rsidRDefault="0027294D" w:rsidP="0027294D">
            <w:pPr>
              <w:jc w:val="both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693" w:type="dxa"/>
            <w:shd w:val="clear" w:color="auto" w:fill="auto"/>
            <w:vAlign w:val="center"/>
            <w:hideMark/>
          </w:tcPr>
          <w:p w14:paraId="7C86521C" w14:textId="6D7905B4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808E55F" w14:textId="56DCBE4E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8544841" w14:textId="6D7D902C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46497D0" w14:textId="0510E006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220FB3A" w14:textId="736EF95A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835" w:type="dxa"/>
          </w:tcPr>
          <w:p w14:paraId="691ED9D1" w14:textId="77777777" w:rsidR="0027294D" w:rsidRPr="0027294D" w:rsidRDefault="0027294D" w:rsidP="0027294D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</w:tc>
      </w:tr>
      <w:tr w:rsidR="0027294D" w:rsidRPr="0027294D" w14:paraId="55A4495A" w14:textId="5F972315" w:rsidTr="001376E6">
        <w:trPr>
          <w:trHeight w:val="403"/>
        </w:trPr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3DA4BD79" w14:textId="77777777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>7</w:t>
            </w:r>
          </w:p>
        </w:tc>
        <w:tc>
          <w:tcPr>
            <w:tcW w:w="2580" w:type="dxa"/>
            <w:shd w:val="clear" w:color="000000" w:fill="F2F2F2"/>
            <w:hideMark/>
          </w:tcPr>
          <w:p w14:paraId="7405A817" w14:textId="77777777" w:rsidR="0027294D" w:rsidRPr="0027294D" w:rsidRDefault="0027294D" w:rsidP="0027294D">
            <w:pPr>
              <w:jc w:val="both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693" w:type="dxa"/>
            <w:shd w:val="clear" w:color="auto" w:fill="auto"/>
            <w:vAlign w:val="center"/>
            <w:hideMark/>
          </w:tcPr>
          <w:p w14:paraId="180E7218" w14:textId="0360F439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D3BC062" w14:textId="3985F25E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8505C3F" w14:textId="62AFDACF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DEFC56A" w14:textId="0F6A2F2A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27535F8" w14:textId="77A00A50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835" w:type="dxa"/>
          </w:tcPr>
          <w:p w14:paraId="4429B5A5" w14:textId="77777777" w:rsidR="0027294D" w:rsidRPr="0027294D" w:rsidRDefault="0027294D" w:rsidP="0027294D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</w:tc>
      </w:tr>
      <w:tr w:rsidR="0027294D" w:rsidRPr="0027294D" w14:paraId="6A03D3CE" w14:textId="0F2A4CB1" w:rsidTr="001376E6">
        <w:trPr>
          <w:trHeight w:val="422"/>
        </w:trPr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1A9EEEDE" w14:textId="77777777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>8</w:t>
            </w:r>
          </w:p>
        </w:tc>
        <w:tc>
          <w:tcPr>
            <w:tcW w:w="2580" w:type="dxa"/>
            <w:shd w:val="clear" w:color="000000" w:fill="F2F2F2"/>
            <w:hideMark/>
          </w:tcPr>
          <w:p w14:paraId="5E3E8713" w14:textId="77777777" w:rsidR="0027294D" w:rsidRPr="0027294D" w:rsidRDefault="0027294D" w:rsidP="0027294D">
            <w:pPr>
              <w:jc w:val="both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693" w:type="dxa"/>
            <w:shd w:val="clear" w:color="auto" w:fill="auto"/>
            <w:vAlign w:val="center"/>
            <w:hideMark/>
          </w:tcPr>
          <w:p w14:paraId="1FD0C83C" w14:textId="51B897C5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79E6197" w14:textId="31A35262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212B5C0" w14:textId="619C5011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2D33CB3" w14:textId="44B88D8B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CCC707B" w14:textId="771AE083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835" w:type="dxa"/>
          </w:tcPr>
          <w:p w14:paraId="64CCDC4B" w14:textId="77777777" w:rsidR="0027294D" w:rsidRPr="0027294D" w:rsidRDefault="0027294D" w:rsidP="0027294D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</w:tc>
      </w:tr>
      <w:tr w:rsidR="0027294D" w:rsidRPr="0027294D" w14:paraId="5CCFCA6E" w14:textId="222C19B7" w:rsidTr="001376E6">
        <w:trPr>
          <w:trHeight w:val="414"/>
        </w:trPr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2FE17DB9" w14:textId="77777777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>9</w:t>
            </w:r>
          </w:p>
        </w:tc>
        <w:tc>
          <w:tcPr>
            <w:tcW w:w="2580" w:type="dxa"/>
            <w:shd w:val="clear" w:color="000000" w:fill="F2F2F2"/>
            <w:hideMark/>
          </w:tcPr>
          <w:p w14:paraId="78A0EDA8" w14:textId="77777777" w:rsidR="0027294D" w:rsidRPr="0027294D" w:rsidRDefault="0027294D" w:rsidP="0027294D">
            <w:pPr>
              <w:jc w:val="both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693" w:type="dxa"/>
            <w:shd w:val="clear" w:color="auto" w:fill="auto"/>
            <w:vAlign w:val="center"/>
            <w:hideMark/>
          </w:tcPr>
          <w:p w14:paraId="50CA42DC" w14:textId="5D240BAE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A73E36F" w14:textId="4AE1096C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AE920A5" w14:textId="36334DB3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C963594" w14:textId="6938A138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9924E39" w14:textId="3C8DCF57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835" w:type="dxa"/>
          </w:tcPr>
          <w:p w14:paraId="10E34D9C" w14:textId="77777777" w:rsidR="0027294D" w:rsidRPr="0027294D" w:rsidRDefault="0027294D" w:rsidP="0027294D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</w:tc>
      </w:tr>
      <w:tr w:rsidR="0027294D" w:rsidRPr="0027294D" w14:paraId="10FBD3E4" w14:textId="7B252220" w:rsidTr="001376E6">
        <w:trPr>
          <w:trHeight w:val="420"/>
        </w:trPr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2A95C31E" w14:textId="77777777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>10</w:t>
            </w:r>
          </w:p>
        </w:tc>
        <w:tc>
          <w:tcPr>
            <w:tcW w:w="2580" w:type="dxa"/>
            <w:shd w:val="clear" w:color="000000" w:fill="F2F2F2"/>
            <w:hideMark/>
          </w:tcPr>
          <w:p w14:paraId="4E6B119E" w14:textId="77777777" w:rsidR="0027294D" w:rsidRPr="0027294D" w:rsidRDefault="0027294D" w:rsidP="0027294D">
            <w:pPr>
              <w:jc w:val="both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693" w:type="dxa"/>
            <w:shd w:val="clear" w:color="auto" w:fill="auto"/>
            <w:vAlign w:val="center"/>
            <w:hideMark/>
          </w:tcPr>
          <w:p w14:paraId="7C8FAB51" w14:textId="275808F6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EAC4939" w14:textId="775C7C5D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281E0DB" w14:textId="321BE210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B9C0088" w14:textId="72BC5767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ACD4C7A" w14:textId="3E71F138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835" w:type="dxa"/>
          </w:tcPr>
          <w:p w14:paraId="5A9B1844" w14:textId="77777777" w:rsidR="0027294D" w:rsidRPr="0027294D" w:rsidRDefault="0027294D" w:rsidP="0027294D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</w:tc>
      </w:tr>
      <w:tr w:rsidR="0027294D" w:rsidRPr="0027294D" w14:paraId="314D4595" w14:textId="0AFEBF40" w:rsidTr="001376E6">
        <w:trPr>
          <w:trHeight w:val="413"/>
        </w:trPr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27FC9710" w14:textId="77777777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>11</w:t>
            </w:r>
          </w:p>
        </w:tc>
        <w:tc>
          <w:tcPr>
            <w:tcW w:w="2580" w:type="dxa"/>
            <w:shd w:val="clear" w:color="000000" w:fill="F2F2F2"/>
            <w:hideMark/>
          </w:tcPr>
          <w:p w14:paraId="203C145C" w14:textId="77777777" w:rsidR="0027294D" w:rsidRPr="0027294D" w:rsidRDefault="0027294D" w:rsidP="0027294D">
            <w:pPr>
              <w:jc w:val="both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693" w:type="dxa"/>
            <w:shd w:val="clear" w:color="auto" w:fill="auto"/>
            <w:vAlign w:val="center"/>
            <w:hideMark/>
          </w:tcPr>
          <w:p w14:paraId="3BE5D534" w14:textId="343FD347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B31062D" w14:textId="0F990DC8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2C6E7D5" w14:textId="7DB273F7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3B8970B" w14:textId="4217C16B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B875179" w14:textId="2463F4EC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835" w:type="dxa"/>
          </w:tcPr>
          <w:p w14:paraId="69FBA5DB" w14:textId="77777777" w:rsidR="0027294D" w:rsidRPr="0027294D" w:rsidRDefault="0027294D" w:rsidP="0027294D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</w:tc>
      </w:tr>
      <w:tr w:rsidR="0027294D" w:rsidRPr="0027294D" w14:paraId="5F30948A" w14:textId="7616B7D2" w:rsidTr="001376E6">
        <w:trPr>
          <w:trHeight w:val="405"/>
        </w:trPr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7C732890" w14:textId="77777777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>12</w:t>
            </w:r>
          </w:p>
        </w:tc>
        <w:tc>
          <w:tcPr>
            <w:tcW w:w="2580" w:type="dxa"/>
            <w:shd w:val="clear" w:color="000000" w:fill="F2F2F2"/>
            <w:hideMark/>
          </w:tcPr>
          <w:p w14:paraId="68E8086F" w14:textId="77777777" w:rsidR="0027294D" w:rsidRPr="0027294D" w:rsidRDefault="0027294D" w:rsidP="0027294D">
            <w:pPr>
              <w:jc w:val="both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693" w:type="dxa"/>
            <w:shd w:val="clear" w:color="auto" w:fill="auto"/>
            <w:vAlign w:val="center"/>
            <w:hideMark/>
          </w:tcPr>
          <w:p w14:paraId="2898685C" w14:textId="29B7CD6A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9E869AF" w14:textId="0B502085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42B5DBA" w14:textId="1BFC4CF6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EB78BD9" w14:textId="39212726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27CF786" w14:textId="47E7B5F8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835" w:type="dxa"/>
          </w:tcPr>
          <w:p w14:paraId="6096D764" w14:textId="77777777" w:rsidR="0027294D" w:rsidRPr="0027294D" w:rsidRDefault="0027294D" w:rsidP="0027294D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26FD0E8A" w14:textId="2A8CBAC8" w:rsidR="00F4167F" w:rsidRDefault="00F4167F" w:rsidP="00F4167F"/>
    <w:p w14:paraId="73E64FAA" w14:textId="5B939452" w:rsidR="003E7D8D" w:rsidRDefault="003E7D8D">
      <w:pPr>
        <w:spacing w:after="160" w:line="259" w:lineRule="auto"/>
      </w:pPr>
      <w:r>
        <w:br w:type="page"/>
      </w:r>
    </w:p>
    <w:p w14:paraId="47ADEC20" w14:textId="77777777" w:rsidR="00E44194" w:rsidRDefault="00E44194" w:rsidP="00F4167F"/>
    <w:tbl>
      <w:tblPr>
        <w:tblW w:w="141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10631"/>
      </w:tblGrid>
      <w:tr w:rsidR="00F4167F" w:rsidRPr="00F4167F" w14:paraId="25A93725" w14:textId="77777777" w:rsidTr="003E7D8D">
        <w:trPr>
          <w:trHeight w:val="723"/>
        </w:trPr>
        <w:tc>
          <w:tcPr>
            <w:tcW w:w="14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26E476AB" w14:textId="67E4ADEE" w:rsidR="00F4167F" w:rsidRPr="00F4167F" w:rsidRDefault="00F4167F" w:rsidP="00F4167F">
            <w:pPr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MX"/>
              </w:rPr>
              <w:t>INSTRUCCIONES PARA EL LLENADO</w:t>
            </w:r>
            <w:r w:rsidRPr="00F4167F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MX"/>
              </w:rPr>
              <w:br/>
              <w:t xml:space="preserve">CÉDULA </w:t>
            </w:r>
            <w:r w:rsidR="00C56F16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MX"/>
              </w:rPr>
              <w:t>4.1.c</w:t>
            </w:r>
          </w:p>
        </w:tc>
      </w:tr>
      <w:tr w:rsidR="00F4167F" w:rsidRPr="00F4167F" w14:paraId="4264EA98" w14:textId="77777777" w:rsidTr="003E7D8D">
        <w:trPr>
          <w:trHeight w:val="31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7B542AF" w14:textId="77777777" w:rsidR="00F4167F" w:rsidRPr="00F4167F" w:rsidRDefault="00F4167F" w:rsidP="00F4167F">
            <w:pPr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MX"/>
              </w:rPr>
              <w:t>Celda o celdas</w:t>
            </w:r>
          </w:p>
        </w:tc>
        <w:tc>
          <w:tcPr>
            <w:tcW w:w="10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2FCC0EEA" w14:textId="77777777" w:rsidR="00F4167F" w:rsidRPr="00F4167F" w:rsidRDefault="00F4167F" w:rsidP="00F4167F">
            <w:pPr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MX"/>
              </w:rPr>
              <w:t>Información requerida.</w:t>
            </w:r>
          </w:p>
        </w:tc>
      </w:tr>
      <w:tr w:rsidR="00C130C9" w:rsidRPr="00F4167F" w14:paraId="1621BB9F" w14:textId="77777777" w:rsidTr="00B466C7">
        <w:trPr>
          <w:trHeight w:val="55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89CEA" w14:textId="31806670" w:rsidR="00C130C9" w:rsidRPr="00EF2E7A" w:rsidRDefault="00C130C9" w:rsidP="00C130C9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F2E7A"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1. Atributos de egreso del PE </w:t>
            </w:r>
          </w:p>
        </w:tc>
        <w:tc>
          <w:tcPr>
            <w:tcW w:w="10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1A06F" w14:textId="77777777" w:rsidR="003E7D8D" w:rsidRDefault="00C130C9" w:rsidP="00C130C9">
            <w:pPr>
              <w:rPr>
                <w:rFonts w:ascii="Arial Narrow" w:hAnsi="Arial Narrow" w:cs="Calibri"/>
              </w:rPr>
            </w:pPr>
            <w:r w:rsidRPr="00E44194">
              <w:rPr>
                <w:rFonts w:ascii="Arial Narrow" w:hAnsi="Arial Narrow" w:cs="Calibri"/>
              </w:rPr>
              <w:t>Enunciado del atributo de egreso del PE.</w:t>
            </w:r>
          </w:p>
          <w:p w14:paraId="326F5094" w14:textId="54DF142C" w:rsidR="003E7D8D" w:rsidRDefault="003E7D8D" w:rsidP="00C130C9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El enunciado del atributo debe ser el mismo que el de la celda 1 de la cédula 4.1.b.</w:t>
            </w:r>
          </w:p>
          <w:p w14:paraId="77F892B9" w14:textId="3133780F" w:rsidR="00C130C9" w:rsidRPr="00E44194" w:rsidRDefault="00EF2E7A" w:rsidP="00C130C9">
            <w:pPr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E44194">
              <w:rPr>
                <w:rFonts w:ascii="Arial Narrow" w:hAnsi="Arial Narrow" w:cs="Calibri"/>
              </w:rPr>
              <w:t>Si se requiere, agregar más filas.</w:t>
            </w:r>
          </w:p>
        </w:tc>
      </w:tr>
      <w:tr w:rsidR="00C130C9" w:rsidRPr="00F4167F" w14:paraId="3850E974" w14:textId="77777777" w:rsidTr="00B466C7">
        <w:trPr>
          <w:trHeight w:val="552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77258" w14:textId="2569E642" w:rsidR="00C130C9" w:rsidRPr="00214566" w:rsidRDefault="00C130C9" w:rsidP="00C130C9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 w:rsidRPr="00214566"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2. </w:t>
            </w: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Objetivos educacionales</w:t>
            </w:r>
          </w:p>
        </w:tc>
        <w:tc>
          <w:tcPr>
            <w:tcW w:w="10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FF4CF" w14:textId="77777777" w:rsidR="003E7D8D" w:rsidRDefault="00C130C9" w:rsidP="00C130C9">
            <w:pPr>
              <w:rPr>
                <w:rFonts w:ascii="Arial Narrow" w:hAnsi="Arial Narrow" w:cs="Calibri"/>
              </w:rPr>
            </w:pPr>
            <w:r w:rsidRPr="00E44194">
              <w:rPr>
                <w:rFonts w:ascii="Arial Narrow" w:hAnsi="Arial Narrow" w:cs="Calibri"/>
              </w:rPr>
              <w:t>En el encabezado, anotar el enunciado de los objetivos educacionales del PE.</w:t>
            </w:r>
          </w:p>
          <w:p w14:paraId="0CD20BFF" w14:textId="6F2AF5EA" w:rsidR="003E7D8D" w:rsidRDefault="003E7D8D" w:rsidP="00C130C9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El enunciado del atributo debe ser el mismo que el de la celda 1 de la cédula 3.2.1.</w:t>
            </w:r>
          </w:p>
          <w:p w14:paraId="2F5A5A8F" w14:textId="63DC63A2" w:rsidR="00C130C9" w:rsidRPr="00E44194" w:rsidRDefault="00C130C9" w:rsidP="00C130C9">
            <w:pPr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E44194">
              <w:rPr>
                <w:rFonts w:ascii="Arial Narrow" w:hAnsi="Arial Narrow" w:cs="Calibri"/>
              </w:rPr>
              <w:t xml:space="preserve">Cruzar la celda </w:t>
            </w:r>
            <w:r w:rsidR="00B466C7">
              <w:rPr>
                <w:rFonts w:ascii="Arial Narrow" w:hAnsi="Arial Narrow" w:cs="Calibri"/>
              </w:rPr>
              <w:t xml:space="preserve">respectiva </w:t>
            </w:r>
            <w:r w:rsidRPr="00E44194">
              <w:rPr>
                <w:rFonts w:ascii="Arial Narrow" w:hAnsi="Arial Narrow" w:cs="Calibri"/>
              </w:rPr>
              <w:t>cuando un atributo de egreso contribuya al logro de un objetivo educacional del PE.</w:t>
            </w:r>
          </w:p>
        </w:tc>
      </w:tr>
      <w:tr w:rsidR="00B466C7" w:rsidRPr="00F4167F" w14:paraId="3D69A058" w14:textId="77777777" w:rsidTr="00B466C7">
        <w:trPr>
          <w:trHeight w:val="16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8E840" w14:textId="4F3BB968" w:rsidR="00B466C7" w:rsidRPr="00F4167F" w:rsidRDefault="00B466C7" w:rsidP="00C130C9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 Narrow" w:hAnsi="Arial Narrow" w:cs="Calibri"/>
                <w:b/>
                <w:bCs/>
              </w:rPr>
              <w:t>3. Justificación</w:t>
            </w:r>
          </w:p>
        </w:tc>
        <w:tc>
          <w:tcPr>
            <w:tcW w:w="10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2A250" w14:textId="5A588F6D" w:rsidR="00B466C7" w:rsidRPr="00F4167F" w:rsidRDefault="00B466C7" w:rsidP="003E7D8D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 Narrow" w:hAnsi="Arial Narrow" w:cs="Calibri"/>
              </w:rPr>
              <w:t>Descripción fundamentada de cómo los atributos de los egresados del programa aportan a los objetivos educacionales del mismo.</w:t>
            </w:r>
          </w:p>
        </w:tc>
      </w:tr>
    </w:tbl>
    <w:p w14:paraId="4E947895" w14:textId="77777777" w:rsidR="00DA53BE" w:rsidRDefault="00DA53BE"/>
    <w:sectPr w:rsidR="00DA53BE" w:rsidSect="0027294D">
      <w:headerReference w:type="default" r:id="rId7"/>
      <w:footerReference w:type="default" r:id="rId8"/>
      <w:pgSz w:w="15840" w:h="12240" w:orient="landscape"/>
      <w:pgMar w:top="1560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B650C" w14:textId="77777777" w:rsidR="00D917C2" w:rsidRDefault="00D917C2" w:rsidP="00F4167F">
      <w:r>
        <w:separator/>
      </w:r>
    </w:p>
  </w:endnote>
  <w:endnote w:type="continuationSeparator" w:id="0">
    <w:p w14:paraId="10EF60FB" w14:textId="77777777" w:rsidR="00D917C2" w:rsidRDefault="00D917C2" w:rsidP="00F41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0034839"/>
      <w:docPartObj>
        <w:docPartGallery w:val="Page Numbers (Bottom of Page)"/>
        <w:docPartUnique/>
      </w:docPartObj>
    </w:sdtPr>
    <w:sdtContent>
      <w:p w14:paraId="7500AD3C" w14:textId="0A880A20" w:rsidR="00F4167F" w:rsidRDefault="00F4167F" w:rsidP="00F416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7FD8" w:rsidRPr="00387FD8">
          <w:rPr>
            <w:noProof/>
            <w:lang w:val="es-ES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85887" w14:textId="77777777" w:rsidR="00D917C2" w:rsidRDefault="00D917C2" w:rsidP="00F4167F">
      <w:r>
        <w:separator/>
      </w:r>
    </w:p>
  </w:footnote>
  <w:footnote w:type="continuationSeparator" w:id="0">
    <w:p w14:paraId="5D41F909" w14:textId="77777777" w:rsidR="00D917C2" w:rsidRDefault="00D917C2" w:rsidP="00F416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2249F" w14:textId="3561B82C" w:rsidR="003E7D8D" w:rsidRDefault="003E7D8D" w:rsidP="003E7D8D">
    <w:pPr>
      <w:pStyle w:val="Encabezado"/>
      <w:rPr>
        <w:rFonts w:ascii="Arial Narrow" w:hAnsi="Arial Narrow" w:cs="Arial"/>
        <w:sz w:val="18"/>
        <w:szCs w:val="18"/>
      </w:rPr>
    </w:pPr>
    <w:r w:rsidRPr="00FE4C33">
      <w:rPr>
        <w:rFonts w:ascii="Arial Narrow" w:hAnsi="Arial Narrow" w:cs="Arial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1A6E9627" wp14:editId="5449C6AB">
          <wp:simplePos x="0" y="0"/>
          <wp:positionH relativeFrom="margin">
            <wp:posOffset>0</wp:posOffset>
          </wp:positionH>
          <wp:positionV relativeFrom="margin">
            <wp:posOffset>-636780</wp:posOffset>
          </wp:positionV>
          <wp:extent cx="1195705" cy="561975"/>
          <wp:effectExtent l="0" t="0" r="0" b="0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5705" cy="561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center" w:leader="none"/>
    </w:r>
    <w:r>
      <w:ptab w:relativeTo="margin" w:alignment="right" w:leader="none"/>
    </w:r>
    <w:r w:rsidRPr="00FE4C33">
      <w:rPr>
        <w:rFonts w:ascii="Arial Narrow" w:hAnsi="Arial Narrow" w:cs="Arial"/>
        <w:sz w:val="18"/>
        <w:szCs w:val="18"/>
      </w:rPr>
      <w:t>P-CACEI-DAC-01-R01</w:t>
    </w:r>
  </w:p>
  <w:p w14:paraId="2880A5E4" w14:textId="082CAFD2" w:rsidR="003E7D8D" w:rsidRDefault="003E7D8D" w:rsidP="003E7D8D">
    <w:pPr>
      <w:pStyle w:val="Encabezado"/>
      <w:jc w:val="right"/>
      <w:rPr>
        <w:rFonts w:ascii="Arial Narrow" w:hAnsi="Arial Narrow" w:cs="Arial"/>
        <w:sz w:val="18"/>
        <w:szCs w:val="18"/>
      </w:rPr>
    </w:pPr>
    <w:r w:rsidRPr="00FE4C33">
      <w:rPr>
        <w:rFonts w:ascii="Arial Narrow" w:hAnsi="Arial Narrow" w:cs="Arial"/>
        <w:sz w:val="18"/>
        <w:szCs w:val="18"/>
      </w:rPr>
      <w:t>Revisión: 1</w:t>
    </w:r>
  </w:p>
  <w:p w14:paraId="10464FC7" w14:textId="27D81A96" w:rsidR="00F4167F" w:rsidRPr="003E7D8D" w:rsidRDefault="003E7D8D" w:rsidP="003E7D8D">
    <w:pPr>
      <w:pStyle w:val="Encabezado"/>
      <w:jc w:val="right"/>
    </w:pPr>
    <w:r w:rsidRPr="00FE4C33">
      <w:rPr>
        <w:rFonts w:ascii="Arial Narrow" w:hAnsi="Arial Narrow" w:cs="Arial"/>
        <w:sz w:val="18"/>
        <w:szCs w:val="18"/>
      </w:rPr>
      <w:t>Vigente a partir del 1 de enero de 2025</w:t>
    </w:r>
    <w:r>
      <w:rPr>
        <w:rFonts w:ascii="Arial Narrow" w:hAnsi="Arial Narrow" w:cs="Arial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A19DD"/>
    <w:multiLevelType w:val="hybridMultilevel"/>
    <w:tmpl w:val="BC88225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3011B2"/>
    <w:multiLevelType w:val="hybridMultilevel"/>
    <w:tmpl w:val="79EA762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0290826">
    <w:abstractNumId w:val="0"/>
  </w:num>
  <w:num w:numId="2" w16cid:durableId="8653645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67F"/>
    <w:rsid w:val="0005577B"/>
    <w:rsid w:val="001376E6"/>
    <w:rsid w:val="00214566"/>
    <w:rsid w:val="0027294D"/>
    <w:rsid w:val="002C28E0"/>
    <w:rsid w:val="002E3D95"/>
    <w:rsid w:val="00333800"/>
    <w:rsid w:val="00387FD8"/>
    <w:rsid w:val="003E7D8D"/>
    <w:rsid w:val="00417239"/>
    <w:rsid w:val="00660A00"/>
    <w:rsid w:val="00680ED9"/>
    <w:rsid w:val="0073208F"/>
    <w:rsid w:val="00A3588A"/>
    <w:rsid w:val="00A875D9"/>
    <w:rsid w:val="00AD5A60"/>
    <w:rsid w:val="00B419D9"/>
    <w:rsid w:val="00B466C7"/>
    <w:rsid w:val="00B5276F"/>
    <w:rsid w:val="00B9432C"/>
    <w:rsid w:val="00C130C9"/>
    <w:rsid w:val="00C56F16"/>
    <w:rsid w:val="00D631F5"/>
    <w:rsid w:val="00D917C2"/>
    <w:rsid w:val="00DA53BE"/>
    <w:rsid w:val="00E44194"/>
    <w:rsid w:val="00E97CAC"/>
    <w:rsid w:val="00EF2E7A"/>
    <w:rsid w:val="00F41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86791D"/>
  <w15:chartTrackingRefBased/>
  <w15:docId w15:val="{5B1736E6-03C9-4FBC-8A75-EB448E6B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53BE"/>
    <w:pPr>
      <w:spacing w:after="0" w:line="240" w:lineRule="auto"/>
    </w:pPr>
    <w:rPr>
      <w:rFonts w:ascii="Arial" w:hAnsi="Arial"/>
    </w:rPr>
  </w:style>
  <w:style w:type="paragraph" w:styleId="Ttulo1">
    <w:name w:val="heading 1"/>
    <w:basedOn w:val="Normal"/>
    <w:next w:val="Normal"/>
    <w:link w:val="Ttulo1Car"/>
    <w:uiPriority w:val="9"/>
    <w:qFormat/>
    <w:rsid w:val="00DA53BE"/>
    <w:pPr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A53BE"/>
    <w:pPr>
      <w:outlineLvl w:val="1"/>
    </w:pPr>
    <w:rPr>
      <w:i/>
      <w:i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DA53BE"/>
    <w:pPr>
      <w:jc w:val="center"/>
    </w:pPr>
    <w:rPr>
      <w:rFonts w:ascii="Times New Roman" w:hAnsi="Times New Roman" w:cs="Times New Roman"/>
      <w:smallCaps/>
      <w:sz w:val="24"/>
      <w:szCs w:val="24"/>
    </w:rPr>
  </w:style>
  <w:style w:type="character" w:customStyle="1" w:styleId="TtuloCar">
    <w:name w:val="Título Car"/>
    <w:basedOn w:val="Fuentedeprrafopredeter"/>
    <w:link w:val="Ttulo"/>
    <w:uiPriority w:val="10"/>
    <w:rsid w:val="00DA53BE"/>
    <w:rPr>
      <w:rFonts w:ascii="Times New Roman" w:hAnsi="Times New Roman" w:cs="Times New Roman"/>
      <w:smallCaps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DA53BE"/>
    <w:rPr>
      <w:rFonts w:ascii="Arial" w:hAnsi="Arial"/>
      <w:b/>
      <w:bCs/>
    </w:rPr>
  </w:style>
  <w:style w:type="character" w:customStyle="1" w:styleId="Ttulo2Car">
    <w:name w:val="Título 2 Car"/>
    <w:basedOn w:val="Fuentedeprrafopredeter"/>
    <w:link w:val="Ttulo2"/>
    <w:uiPriority w:val="9"/>
    <w:rsid w:val="00DA53BE"/>
    <w:rPr>
      <w:rFonts w:ascii="Arial" w:hAnsi="Arial"/>
      <w:i/>
      <w:iCs/>
    </w:rPr>
  </w:style>
  <w:style w:type="paragraph" w:styleId="Encabezado">
    <w:name w:val="header"/>
    <w:basedOn w:val="Normal"/>
    <w:link w:val="EncabezadoCar"/>
    <w:uiPriority w:val="99"/>
    <w:unhideWhenUsed/>
    <w:rsid w:val="00F4167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4167F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F4167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4167F"/>
    <w:rPr>
      <w:rFonts w:ascii="Arial" w:hAnsi="Arial"/>
    </w:rPr>
  </w:style>
  <w:style w:type="paragraph" w:styleId="Prrafodelista">
    <w:name w:val="List Paragraph"/>
    <w:basedOn w:val="Normal"/>
    <w:uiPriority w:val="34"/>
    <w:qFormat/>
    <w:rsid w:val="00F416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6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y.DESKTOP-SFLD20T\AppData\Roaming\Microsoft\Templates\LucyNormal200520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C:\Users\Lucy.DESKTOP-SFLD20T\AppData\Roaming\Microsoft\Templates\LucyNormal200520.dotx</Template>
  <TotalTime>36</TotalTime>
  <Pages>2</Pages>
  <Words>193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</dc:creator>
  <cp:keywords/>
  <dc:description/>
  <cp:lastModifiedBy>José H. Loría A.</cp:lastModifiedBy>
  <cp:revision>19</cp:revision>
  <cp:lastPrinted>2023-03-22T00:01:00Z</cp:lastPrinted>
  <dcterms:created xsi:type="dcterms:W3CDTF">2020-06-15T21:54:00Z</dcterms:created>
  <dcterms:modified xsi:type="dcterms:W3CDTF">2023-03-24T21:01:00Z</dcterms:modified>
</cp:coreProperties>
</file>